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4D" w:rsidRPr="0036355E" w:rsidRDefault="00DF244D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244D" w:rsidRPr="0036355E" w:rsidRDefault="00DF244D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F244D" w:rsidRPr="00161E78" w:rsidRDefault="00DF244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44D" w:rsidRDefault="00DF244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17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DF244D" w:rsidRPr="00161E78" w:rsidRDefault="00DF244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F244D" w:rsidRPr="00161E78" w:rsidRDefault="00DF244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DF244D" w:rsidRDefault="00DF244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DF244D" w:rsidRDefault="00DF244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F244D" w:rsidRPr="009D58BB">
        <w:trPr>
          <w:trHeight w:val="1097"/>
        </w:trPr>
        <w:tc>
          <w:tcPr>
            <w:tcW w:w="9016" w:type="dxa"/>
          </w:tcPr>
          <w:p w:rsidR="00DF244D" w:rsidRPr="009D58BB" w:rsidRDefault="00DF24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 изменений в решение Совета Школьненского сельского поселения Белореченского района от  </w:t>
            </w:r>
            <w:r w:rsidRPr="00D72D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 декабря 2015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DF244D" w:rsidRPr="009D58BB" w:rsidRDefault="00DF24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F244D" w:rsidRPr="00DD5EF6" w:rsidRDefault="00DF244D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DF244D" w:rsidRPr="00DD5EF6" w:rsidRDefault="00DF244D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DF244D" w:rsidRDefault="00DF244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DF244D" w:rsidRDefault="00DF244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20 417 326,46 рублей;</w:t>
      </w:r>
    </w:p>
    <w:p w:rsidR="00DF244D" w:rsidRDefault="00DF244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20 493 000,00 рублей;</w:t>
      </w:r>
    </w:p>
    <w:p w:rsidR="00DF244D" w:rsidRDefault="00DF244D" w:rsidP="001A2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75 673,54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DF244D" w:rsidRDefault="00DF244D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5 года        № 3310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 прочие субсидии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Pr="00A408B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2 981 000,00 </w:t>
      </w:r>
      <w:r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F244D" w:rsidRDefault="00DF244D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2 727 922,00 рублей, </w:t>
      </w:r>
    </w:p>
    <w:p w:rsidR="00DF244D" w:rsidRPr="00A408B0" w:rsidRDefault="00DF244D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253 078,00 рублей на п</w:t>
      </w:r>
      <w:r w:rsidRPr="00987858">
        <w:rPr>
          <w:rFonts w:ascii="Times New Roman" w:hAnsi="Times New Roman" w:cs="Times New Roman"/>
          <w:sz w:val="28"/>
          <w:szCs w:val="28"/>
        </w:rPr>
        <w:t>оэтапное повышение уровня средней заработной платы работников муниципальных учреждений до средней заработной платы по Краснодарскому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244D" w:rsidRDefault="00DF244D" w:rsidP="009752B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6 575,82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44D" w:rsidRDefault="00DF244D" w:rsidP="009752B5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6 400,00 рублей,</w:t>
      </w:r>
    </w:p>
    <w:p w:rsidR="00DF244D" w:rsidRPr="00B51340" w:rsidRDefault="00DF244D" w:rsidP="00B51340">
      <w:pPr>
        <w:rPr>
          <w:rFonts w:ascii="Times New Roman" w:hAnsi="Times New Roman" w:cs="Times New Roman"/>
          <w:sz w:val="28"/>
          <w:szCs w:val="28"/>
        </w:rPr>
      </w:pPr>
      <w:r w:rsidRPr="00B51340">
        <w:rPr>
          <w:rFonts w:ascii="Times New Roman" w:hAnsi="Times New Roman" w:cs="Times New Roman"/>
          <w:sz w:val="28"/>
          <w:szCs w:val="28"/>
        </w:rPr>
        <w:t xml:space="preserve">       - по коду доходов   2 18 05000 10 0000 151 «Доходы бюджетов сельских поселений от возврата</w:t>
      </w:r>
      <w:r w:rsidRPr="00B51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51340">
        <w:rPr>
          <w:rFonts w:ascii="Times New Roman" w:hAnsi="Times New Roman" w:cs="Times New Roman"/>
          <w:sz w:val="28"/>
          <w:szCs w:val="28"/>
        </w:rPr>
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134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175,82</w:t>
      </w:r>
      <w:r w:rsidRPr="00B5134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F244D" w:rsidRDefault="00DF244D" w:rsidP="00B51340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Дополнительные доходы в сумме 6 500,00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44D" w:rsidRPr="008D0A0F" w:rsidRDefault="00DF244D" w:rsidP="00B51340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01 06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99000</w:t>
      </w:r>
      <w:r w:rsidRPr="009A223F">
        <w:rPr>
          <w:rFonts w:ascii="Times New Roman" w:hAnsi="Times New Roman" w:cs="Times New Roman"/>
          <w:sz w:val="28"/>
          <w:szCs w:val="28"/>
        </w:rPr>
        <w:t>2501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3 500,00 рублей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30.03.2012 г.,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126 от 29.03.2012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F244D" w:rsidRDefault="00DF244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44CCB">
        <w:rPr>
          <w:rFonts w:ascii="Times New Roman" w:hAnsi="Times New Roman" w:cs="Times New Roman"/>
          <w:sz w:val="28"/>
          <w:szCs w:val="28"/>
        </w:rPr>
        <w:t>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4CC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«Другие вопросы в области национальной экономики», целевой статье 560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44CCB">
        <w:rPr>
          <w:rFonts w:ascii="Times New Roman" w:hAnsi="Times New Roman" w:cs="Times New Roman"/>
          <w:sz w:val="28"/>
          <w:szCs w:val="28"/>
        </w:rPr>
        <w:t xml:space="preserve">025010 «Расходы на передачу полномочий из поселений», виду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4CCB">
        <w:rPr>
          <w:rFonts w:ascii="Times New Roman" w:hAnsi="Times New Roman" w:cs="Times New Roman"/>
          <w:sz w:val="28"/>
          <w:szCs w:val="28"/>
        </w:rPr>
        <w:t xml:space="preserve"> 000,00 рублей в связи с заключением 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4CCB">
        <w:rPr>
          <w:rFonts w:ascii="Times New Roman" w:hAnsi="Times New Roman" w:cs="Times New Roman"/>
          <w:sz w:val="28"/>
          <w:szCs w:val="28"/>
        </w:rPr>
        <w:t xml:space="preserve">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F244D" w:rsidRDefault="00DF244D" w:rsidP="00E31855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844CCB">
        <w:rPr>
          <w:rFonts w:ascii="Times New Roman" w:hAnsi="Times New Roman" w:cs="Times New Roman"/>
          <w:sz w:val="28"/>
          <w:szCs w:val="28"/>
        </w:rPr>
        <w:t>по распоряжению земельными участками, государственная собственность на которые не разграничена, и расположенных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F244D" w:rsidRDefault="00DF244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осуществлению муниципального земельного контроля на территории Школьненского сельского поселения Белореченского района, принятого решением Совета №77 от 20.02.2016г..</w:t>
      </w:r>
    </w:p>
    <w:p w:rsidR="00DF244D" w:rsidRDefault="00DF244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02501</w:t>
      </w:r>
      <w:r>
        <w:rPr>
          <w:rFonts w:ascii="Times New Roman" w:hAnsi="Times New Roman" w:cs="Times New Roman"/>
          <w:sz w:val="28"/>
          <w:szCs w:val="28"/>
        </w:rPr>
        <w:t>0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244D" w:rsidRPr="00E028DA" w:rsidRDefault="00DF244D" w:rsidP="00E028DA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028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  ассигнований (за счет налоговых и неналоговых доходов) по состоянию на 01.01.2016 года в сумме    20 000,00 рублей  на увеличение ассигнований по 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 на разработку геральдики и символики.</w:t>
      </w:r>
    </w:p>
    <w:p w:rsidR="00DF244D" w:rsidRPr="00E028DA" w:rsidRDefault="00DF244D" w:rsidP="009C375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01 13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 xml:space="preserve"> </w:t>
      </w:r>
      <w:r w:rsidRPr="00E80452">
        <w:rPr>
          <w:rFonts w:ascii="Times New Roman" w:hAnsi="Times New Roman" w:cs="Times New Roman"/>
          <w:sz w:val="28"/>
          <w:szCs w:val="28"/>
        </w:rPr>
        <w:t>«</w:t>
      </w:r>
      <w:r w:rsidRPr="00755BDB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02501</w:t>
      </w:r>
      <w:r>
        <w:rPr>
          <w:rFonts w:ascii="Times New Roman" w:hAnsi="Times New Roman" w:cs="Times New Roman"/>
          <w:sz w:val="28"/>
          <w:szCs w:val="28"/>
        </w:rPr>
        <w:t>0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4 0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</w:t>
      </w:r>
      <w:r w:rsidRPr="00E028DA">
        <w:rPr>
          <w:rFonts w:ascii="Times New Roman" w:hAnsi="Times New Roman" w:cs="Times New Roman"/>
          <w:color w:val="000000"/>
          <w:sz w:val="28"/>
          <w:szCs w:val="28"/>
        </w:rPr>
        <w:t>владения, пользования и распоряжением имущества</w:t>
      </w:r>
      <w:r w:rsidRPr="00E028DA">
        <w:rPr>
          <w:rFonts w:ascii="Times New Roman" w:hAnsi="Times New Roman" w:cs="Times New Roman"/>
          <w:sz w:val="28"/>
          <w:szCs w:val="28"/>
        </w:rPr>
        <w:t xml:space="preserve">, принятого решением Совета, №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>8.12.201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 xml:space="preserve"> г..</w:t>
      </w:r>
    </w:p>
    <w:p w:rsidR="00DF244D" w:rsidRPr="00E028DA" w:rsidRDefault="00DF244D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 w:rsidRPr="00E02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2-7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DF244D" w:rsidRPr="00E028DA" w:rsidRDefault="00DF244D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DF244D" w:rsidRPr="00E028DA" w:rsidRDefault="00DF244D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DF244D" w:rsidRDefault="00DF24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244D" w:rsidRDefault="00DF24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244D" w:rsidRDefault="00DF24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244D" w:rsidRDefault="00DF24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244D" w:rsidRPr="00911262" w:rsidRDefault="00DF244D" w:rsidP="00911262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>Глава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Председатель Совета</w:t>
      </w:r>
    </w:p>
    <w:p w:rsidR="00DF244D" w:rsidRPr="00911262" w:rsidRDefault="00DF244D" w:rsidP="00911262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Школьненского сельского поселения </w:t>
      </w:r>
    </w:p>
    <w:p w:rsidR="00DF244D" w:rsidRPr="00911262" w:rsidRDefault="00DF244D" w:rsidP="0091126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Белореченского района </w:t>
      </w:r>
    </w:p>
    <w:p w:rsidR="00DF244D" w:rsidRPr="00911262" w:rsidRDefault="00DF244D" w:rsidP="00911262">
      <w:pPr>
        <w:tabs>
          <w:tab w:val="left" w:pos="0"/>
          <w:tab w:val="left" w:pos="900"/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>В.Н. Лантратов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            Н.В.Лавриненко</w:t>
      </w:r>
    </w:p>
    <w:p w:rsidR="00DF244D" w:rsidRPr="00911262" w:rsidRDefault="00DF24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F244D" w:rsidRPr="00911262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44D" w:rsidRDefault="00DF244D" w:rsidP="00B57B3B">
      <w:r>
        <w:separator/>
      </w:r>
    </w:p>
  </w:endnote>
  <w:endnote w:type="continuationSeparator" w:id="0">
    <w:p w:rsidR="00DF244D" w:rsidRDefault="00DF244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44D" w:rsidRDefault="00DF244D" w:rsidP="00B57B3B">
      <w:r>
        <w:separator/>
      </w:r>
    </w:p>
  </w:footnote>
  <w:footnote w:type="continuationSeparator" w:id="0">
    <w:p w:rsidR="00DF244D" w:rsidRDefault="00DF244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4D" w:rsidRPr="003139BC" w:rsidRDefault="00DF244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F244D" w:rsidRDefault="00DF24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0504"/>
    <w:rsid w:val="000B3397"/>
    <w:rsid w:val="000B7933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75CE6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846F0"/>
    <w:rsid w:val="00486674"/>
    <w:rsid w:val="004869BB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53486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277E1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62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244D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86C6A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48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296</TotalTime>
  <Pages>3</Pages>
  <Words>1363</Words>
  <Characters>7772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Кристина</cp:lastModifiedBy>
  <cp:revision>19</cp:revision>
  <cp:lastPrinted>2016-03-18T11:44:00Z</cp:lastPrinted>
  <dcterms:created xsi:type="dcterms:W3CDTF">2015-01-21T15:24:00Z</dcterms:created>
  <dcterms:modified xsi:type="dcterms:W3CDTF">2016-03-21T17:12:00Z</dcterms:modified>
</cp:coreProperties>
</file>